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DD40F0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A0928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602527F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A0928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BA092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B153C1C" w:rsidR="0085747A" w:rsidRPr="009C54AE" w:rsidRDefault="00F94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2FC5E1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4E5FC43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 xml:space="preserve">z wykorzystaniem platformy Ms </w:t>
      </w:r>
      <w:proofErr w:type="spellStart"/>
      <w:r w:rsidR="67A1AF00" w:rsidRPr="22BB65A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lastRenderedPageBreak/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case</w:t>
      </w:r>
      <w:proofErr w:type="spellEnd"/>
      <w:r w:rsidR="00B36FBA" w:rsidRPr="001F3C8B">
        <w:rPr>
          <w:rFonts w:ascii="Corbel" w:hAnsi="Corbel"/>
          <w:b w:val="0"/>
          <w:i/>
          <w:smallCaps w:val="0"/>
          <w:szCs w:val="24"/>
        </w:rPr>
        <w:t xml:space="preserve">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study</w:t>
      </w:r>
      <w:proofErr w:type="spellEnd"/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prace zespołowe,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analiza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B853F" w:rsidR="0085747A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33F6E0C7" w:rsidR="00C61DC5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C15E118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E5E05AE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948F2">
              <w:rPr>
                <w:rFonts w:ascii="Corbel" w:hAnsi="Corbel"/>
                <w:b w:val="0"/>
                <w:smallCaps w:val="0"/>
                <w:szCs w:val="24"/>
              </w:rPr>
              <w:t>Dejnaka</w:t>
            </w:r>
            <w:proofErr w:type="spellEnd"/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Fazlagić</w:t>
            </w:r>
            <w:proofErr w:type="spellEnd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Kreatywni w biznesie.  Warszawa: Wydawnictwo </w:t>
            </w:r>
            <w:proofErr w:type="spellStart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7D3735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proofErr w:type="spellEnd"/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</w:t>
            </w:r>
            <w:proofErr w:type="spellStart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8D8CE" w14:textId="77777777" w:rsidR="007D3735" w:rsidRDefault="007D3735" w:rsidP="00C16ABF">
      <w:pPr>
        <w:spacing w:after="0" w:line="240" w:lineRule="auto"/>
      </w:pPr>
      <w:r>
        <w:separator/>
      </w:r>
    </w:p>
  </w:endnote>
  <w:endnote w:type="continuationSeparator" w:id="0">
    <w:p w14:paraId="46465804" w14:textId="77777777" w:rsidR="007D3735" w:rsidRDefault="007D37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7CD99" w14:textId="77777777" w:rsidR="007D3735" w:rsidRDefault="007D3735" w:rsidP="00C16ABF">
      <w:pPr>
        <w:spacing w:after="0" w:line="240" w:lineRule="auto"/>
      </w:pPr>
      <w:r>
        <w:separator/>
      </w:r>
    </w:p>
  </w:footnote>
  <w:footnote w:type="continuationSeparator" w:id="0">
    <w:p w14:paraId="1A641872" w14:textId="77777777" w:rsidR="007D3735" w:rsidRDefault="007D373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19D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3299"/>
    <w:rsid w:val="007C3BCC"/>
    <w:rsid w:val="007C4546"/>
    <w:rsid w:val="007D3735"/>
    <w:rsid w:val="007D6E56"/>
    <w:rsid w:val="007F4155"/>
    <w:rsid w:val="0081554D"/>
    <w:rsid w:val="0081707E"/>
    <w:rsid w:val="008449B3"/>
    <w:rsid w:val="008552A2"/>
    <w:rsid w:val="0085747A"/>
    <w:rsid w:val="00857DDF"/>
    <w:rsid w:val="00884922"/>
    <w:rsid w:val="00885F64"/>
    <w:rsid w:val="0089067E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A092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428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B1C9B7-D279-45C4-B8D1-EC41AC66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1057</Words>
  <Characters>6343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15</cp:revision>
  <cp:lastPrinted>2019-02-06T12:12:00Z</cp:lastPrinted>
  <dcterms:created xsi:type="dcterms:W3CDTF">2020-12-15T14:50:00Z</dcterms:created>
  <dcterms:modified xsi:type="dcterms:W3CDTF">2021-11-05T11:48:00Z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